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57B94" w14:textId="097344BD" w:rsidR="00A441F5" w:rsidRPr="00A441F5" w:rsidRDefault="00D70AED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March 4</w:t>
      </w:r>
      <w:r w:rsidR="00A441F5" w:rsidRPr="00A441F5">
        <w:rPr>
          <w:rFonts w:ascii="Times New Roman" w:eastAsia="Calibri" w:hAnsi="Times New Roman"/>
          <w:sz w:val="22"/>
          <w:szCs w:val="22"/>
        </w:rPr>
        <w:t>, 20</w:t>
      </w:r>
      <w:r>
        <w:rPr>
          <w:rFonts w:ascii="Times New Roman" w:eastAsia="Calibri" w:hAnsi="Times New Roman"/>
          <w:sz w:val="22"/>
          <w:szCs w:val="22"/>
        </w:rPr>
        <w:t>21</w:t>
      </w:r>
    </w:p>
    <w:p w14:paraId="1DA2DBC6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0BD5E9EA" w14:textId="6CC449E9" w:rsidR="00A441F5" w:rsidRPr="00A441F5" w:rsidRDefault="00D70AED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Dave Watt</w:t>
      </w:r>
    </w:p>
    <w:p w14:paraId="287B6537" w14:textId="42999504" w:rsidR="00A441F5" w:rsidRPr="00A441F5" w:rsidRDefault="00D70AED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Director, Anthem</w:t>
      </w:r>
    </w:p>
    <w:p w14:paraId="20E6B318" w14:textId="77755CD9" w:rsidR="00A441F5" w:rsidRPr="00A441F5" w:rsidRDefault="00D70AED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220 Virginia Avenue</w:t>
      </w:r>
    </w:p>
    <w:p w14:paraId="4D715777" w14:textId="7FA236E5" w:rsidR="00A441F5" w:rsidRPr="00A441F5" w:rsidRDefault="00D70AED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Indianapolis, IN 46204</w:t>
      </w:r>
    </w:p>
    <w:p w14:paraId="10354F78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68365CE6" w14:textId="4C977A08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 xml:space="preserve">Dear </w:t>
      </w:r>
      <w:r w:rsidR="00D70AED">
        <w:rPr>
          <w:rFonts w:ascii="Times New Roman" w:eastAsia="Calibri" w:hAnsi="Times New Roman"/>
          <w:sz w:val="22"/>
          <w:szCs w:val="22"/>
        </w:rPr>
        <w:t>Watt</w:t>
      </w:r>
      <w:r w:rsidRPr="00A441F5">
        <w:rPr>
          <w:rFonts w:ascii="Times New Roman" w:eastAsia="Calibri" w:hAnsi="Times New Roman"/>
          <w:sz w:val="22"/>
          <w:szCs w:val="22"/>
        </w:rPr>
        <w:t>,</w:t>
      </w:r>
    </w:p>
    <w:p w14:paraId="0896C723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1B624C8E" w14:textId="6FF57EA3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 xml:space="preserve">We are confirming that it is the intent of Professional Management Enterprises (PME) to participate with </w:t>
      </w:r>
      <w:r w:rsidR="00D70AED">
        <w:rPr>
          <w:rFonts w:ascii="Times New Roman" w:eastAsia="Calibri" w:hAnsi="Times New Roman"/>
          <w:sz w:val="22"/>
          <w:szCs w:val="22"/>
        </w:rPr>
        <w:t>Anthem</w:t>
      </w:r>
      <w:r w:rsidRPr="00A441F5">
        <w:rPr>
          <w:rFonts w:ascii="Times New Roman" w:eastAsia="Calibri" w:hAnsi="Times New Roman"/>
          <w:sz w:val="22"/>
          <w:szCs w:val="22"/>
        </w:rPr>
        <w:t xml:space="preserve"> on the State of Indiana, Request for Proposal (“RFP”) </w:t>
      </w:r>
      <w:r w:rsidR="00D70AED">
        <w:rPr>
          <w:rFonts w:ascii="Times New Roman" w:eastAsia="Calibri" w:hAnsi="Times New Roman"/>
          <w:sz w:val="22"/>
          <w:szCs w:val="22"/>
        </w:rPr>
        <w:t>21-66211</w:t>
      </w:r>
      <w:r w:rsidRPr="00A441F5">
        <w:rPr>
          <w:rFonts w:ascii="Times New Roman" w:eastAsia="Calibri" w:hAnsi="Times New Roman"/>
          <w:sz w:val="22"/>
          <w:szCs w:val="22"/>
        </w:rPr>
        <w:t xml:space="preserve">.  This RFP is for </w:t>
      </w:r>
      <w:r w:rsidR="00D70AED">
        <w:rPr>
          <w:rFonts w:ascii="Times New Roman" w:eastAsia="Calibri" w:hAnsi="Times New Roman"/>
          <w:sz w:val="22"/>
          <w:szCs w:val="22"/>
        </w:rPr>
        <w:t>Medical TPA, EAP and Data Warehouse services</w:t>
      </w:r>
      <w:r w:rsidRPr="00A441F5">
        <w:rPr>
          <w:rFonts w:ascii="Times New Roman" w:eastAsia="Calibri" w:hAnsi="Times New Roman"/>
          <w:sz w:val="22"/>
          <w:szCs w:val="22"/>
        </w:rPr>
        <w:t xml:space="preserve"> released by the Indiana a Department of Administration on behalf of the </w:t>
      </w:r>
      <w:r w:rsidR="00D70AED">
        <w:rPr>
          <w:rFonts w:ascii="Times New Roman" w:eastAsia="Calibri" w:hAnsi="Times New Roman"/>
          <w:sz w:val="22"/>
          <w:szCs w:val="22"/>
        </w:rPr>
        <w:t>State Department of Personnel.</w:t>
      </w:r>
      <w:r w:rsidRPr="00A441F5">
        <w:rPr>
          <w:rFonts w:ascii="Times New Roman" w:eastAsia="Calibri" w:hAnsi="Times New Roman"/>
          <w:sz w:val="22"/>
          <w:szCs w:val="22"/>
        </w:rPr>
        <w:t xml:space="preserve">  </w:t>
      </w:r>
    </w:p>
    <w:p w14:paraId="251F97F6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481590EF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PME is pleased to have this opportunity to participate with Infosys on this RFP. This letter is also our commitment to abide by all State procurement regulations which include:</w:t>
      </w:r>
    </w:p>
    <w:p w14:paraId="7E65EF1F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·         Drug Free Workplace</w:t>
      </w:r>
    </w:p>
    <w:p w14:paraId="27937159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·         Non-collusion</w:t>
      </w:r>
    </w:p>
    <w:p w14:paraId="5E702B30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·         Equal Opportunity Employer</w:t>
      </w:r>
    </w:p>
    <w:p w14:paraId="1035B1B3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 xml:space="preserve">·         Confidentiality </w:t>
      </w:r>
    </w:p>
    <w:p w14:paraId="76EECAA9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41E19CCC" w14:textId="27CDD496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 xml:space="preserve">PME understands there is no commitment for work by </w:t>
      </w:r>
      <w:r w:rsidR="00D70AED">
        <w:rPr>
          <w:rFonts w:ascii="Times New Roman" w:eastAsia="Calibri" w:hAnsi="Times New Roman"/>
          <w:sz w:val="22"/>
          <w:szCs w:val="22"/>
        </w:rPr>
        <w:t>Anthem</w:t>
      </w:r>
      <w:r w:rsidRPr="00A441F5">
        <w:rPr>
          <w:rFonts w:ascii="Times New Roman" w:eastAsia="Calibri" w:hAnsi="Times New Roman"/>
          <w:sz w:val="22"/>
          <w:szCs w:val="22"/>
        </w:rPr>
        <w:t xml:space="preserve">, unless the RFP results in a contract/award with the State of Indiana. If </w:t>
      </w:r>
      <w:r w:rsidR="00D70AED">
        <w:rPr>
          <w:rFonts w:ascii="Times New Roman" w:eastAsia="Calibri" w:hAnsi="Times New Roman"/>
          <w:sz w:val="22"/>
          <w:szCs w:val="22"/>
        </w:rPr>
        <w:t>Anthem</w:t>
      </w:r>
      <w:r w:rsidRPr="00A441F5">
        <w:rPr>
          <w:rFonts w:ascii="Times New Roman" w:eastAsia="Calibri" w:hAnsi="Times New Roman"/>
          <w:sz w:val="22"/>
          <w:szCs w:val="22"/>
        </w:rPr>
        <w:t xml:space="preserve"> signs a contract with the State of Indiana, PME will participate in the contract by providing </w:t>
      </w:r>
      <w:r w:rsidR="00D70AED">
        <w:rPr>
          <w:rFonts w:ascii="Times New Roman" w:eastAsia="Calibri" w:hAnsi="Times New Roman"/>
          <w:sz w:val="22"/>
          <w:szCs w:val="22"/>
        </w:rPr>
        <w:t>p</w:t>
      </w:r>
      <w:r w:rsidR="00D70AED" w:rsidRPr="00D70AED">
        <w:rPr>
          <w:rFonts w:ascii="Times New Roman" w:eastAsia="Calibri" w:hAnsi="Times New Roman"/>
          <w:sz w:val="22"/>
          <w:szCs w:val="22"/>
        </w:rPr>
        <w:t>roject work related to Social Determinants of Health, including info</w:t>
      </w:r>
      <w:r w:rsidR="00D70AED">
        <w:rPr>
          <w:rFonts w:ascii="Times New Roman" w:eastAsia="Calibri" w:hAnsi="Times New Roman"/>
          <w:sz w:val="22"/>
          <w:szCs w:val="22"/>
        </w:rPr>
        <w:t>r</w:t>
      </w:r>
      <w:r w:rsidR="00D70AED" w:rsidRPr="00D70AED">
        <w:rPr>
          <w:rFonts w:ascii="Times New Roman" w:eastAsia="Calibri" w:hAnsi="Times New Roman"/>
          <w:sz w:val="22"/>
          <w:szCs w:val="22"/>
        </w:rPr>
        <w:t>matics, innovation/</w:t>
      </w:r>
      <w:proofErr w:type="gramStart"/>
      <w:r w:rsidR="00D70AED" w:rsidRPr="00D70AED">
        <w:rPr>
          <w:rFonts w:ascii="Times New Roman" w:eastAsia="Calibri" w:hAnsi="Times New Roman"/>
          <w:sz w:val="22"/>
          <w:szCs w:val="22"/>
        </w:rPr>
        <w:t>incubation</w:t>
      </w:r>
      <w:proofErr w:type="gramEnd"/>
      <w:r w:rsidR="00D70AED" w:rsidRPr="00D70AED">
        <w:rPr>
          <w:rFonts w:ascii="Times New Roman" w:eastAsia="Calibri" w:hAnsi="Times New Roman"/>
          <w:sz w:val="22"/>
          <w:szCs w:val="22"/>
        </w:rPr>
        <w:t xml:space="preserve"> and medical transport</w:t>
      </w:r>
      <w:r w:rsidRPr="00A441F5">
        <w:rPr>
          <w:rFonts w:ascii="Times New Roman" w:eastAsia="Calibri" w:hAnsi="Times New Roman"/>
          <w:sz w:val="22"/>
          <w:szCs w:val="22"/>
        </w:rPr>
        <w:t>.</w:t>
      </w:r>
    </w:p>
    <w:p w14:paraId="07490B11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183A2D32" w14:textId="280916B4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PME will be paid $</w:t>
      </w:r>
      <w:r w:rsidR="00D70AED">
        <w:rPr>
          <w:rFonts w:ascii="Times New Roman" w:eastAsia="Calibri" w:hAnsi="Times New Roman"/>
          <w:sz w:val="22"/>
          <w:szCs w:val="22"/>
        </w:rPr>
        <w:t>3</w:t>
      </w:r>
      <w:r w:rsidR="009157CF">
        <w:rPr>
          <w:rFonts w:ascii="Times New Roman" w:eastAsia="Calibri" w:hAnsi="Times New Roman"/>
          <w:sz w:val="22"/>
          <w:szCs w:val="22"/>
        </w:rPr>
        <w:t>1</w:t>
      </w:r>
      <w:r w:rsidR="00D70AED">
        <w:rPr>
          <w:rFonts w:ascii="Times New Roman" w:eastAsia="Calibri" w:hAnsi="Times New Roman"/>
          <w:sz w:val="22"/>
          <w:szCs w:val="22"/>
        </w:rPr>
        <w:t>0,000</w:t>
      </w:r>
      <w:r w:rsidRPr="00A441F5">
        <w:rPr>
          <w:rFonts w:ascii="Times New Roman" w:eastAsia="Calibri" w:hAnsi="Times New Roman"/>
          <w:sz w:val="22"/>
          <w:szCs w:val="22"/>
        </w:rPr>
        <w:t xml:space="preserve"> which is not less than </w:t>
      </w:r>
      <w:r w:rsidR="00D70AED">
        <w:rPr>
          <w:rFonts w:ascii="Times New Roman" w:eastAsia="Calibri" w:hAnsi="Times New Roman"/>
          <w:sz w:val="22"/>
          <w:szCs w:val="22"/>
        </w:rPr>
        <w:t>2.</w:t>
      </w:r>
      <w:r w:rsidR="009157CF">
        <w:rPr>
          <w:rFonts w:ascii="Times New Roman" w:eastAsia="Calibri" w:hAnsi="Times New Roman"/>
          <w:sz w:val="22"/>
          <w:szCs w:val="22"/>
        </w:rPr>
        <w:t>3</w:t>
      </w:r>
      <w:r w:rsidRPr="00A441F5">
        <w:rPr>
          <w:rFonts w:ascii="Times New Roman" w:eastAsia="Calibri" w:hAnsi="Times New Roman"/>
          <w:sz w:val="22"/>
          <w:szCs w:val="22"/>
        </w:rPr>
        <w:t>% of the total contract amount for its services across the duration of the contract.</w:t>
      </w:r>
    </w:p>
    <w:p w14:paraId="0AE49C7A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1F12A124" w14:textId="46792B3B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PME is a certified Minority Business Enterprise (“MBE”) with the State of Indiana for which we provide our certificate.</w:t>
      </w:r>
      <w:r>
        <w:rPr>
          <w:rFonts w:ascii="Times New Roman" w:eastAsia="Calibri" w:hAnsi="Times New Roman"/>
          <w:sz w:val="22"/>
          <w:szCs w:val="22"/>
        </w:rPr>
        <w:t xml:space="preserve">  </w:t>
      </w:r>
      <w:r w:rsidRPr="00A441F5">
        <w:rPr>
          <w:rFonts w:ascii="Times New Roman" w:eastAsia="Calibri" w:hAnsi="Times New Roman"/>
          <w:sz w:val="22"/>
          <w:szCs w:val="22"/>
        </w:rPr>
        <w:t>PME further certifies that Haskell D. Portee, as signatory to this letter, is authorized to make such commitments on behalf of Professional Management Enterprises.</w:t>
      </w:r>
    </w:p>
    <w:p w14:paraId="28BC9448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 </w:t>
      </w:r>
    </w:p>
    <w:p w14:paraId="65915C74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Sincerely,</w:t>
      </w:r>
    </w:p>
    <w:p w14:paraId="1494C73A" w14:textId="77777777" w:rsidR="00A441F5" w:rsidRP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</w:p>
    <w:p w14:paraId="2AABC3EE" w14:textId="115AA168" w:rsid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  <w:r w:rsidRPr="002A6179">
        <w:rPr>
          <w:rFonts w:ascii="Georgia" w:hAnsi="Georgia"/>
          <w:b/>
          <w:noProof/>
          <w:sz w:val="22"/>
          <w:szCs w:val="22"/>
        </w:rPr>
        <w:drawing>
          <wp:inline distT="0" distB="0" distL="0" distR="0" wp14:anchorId="5F797EE5" wp14:editId="530605DC">
            <wp:extent cx="1162050" cy="655516"/>
            <wp:effectExtent l="0" t="0" r="0" b="0"/>
            <wp:docPr id="1" name="Picture 1" descr="\\pmeserv\usershares\dportee\Documents\Electronic signature\Electronic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meserv\usershares\dportee\Documents\Electronic signature\Electronic signatu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128" cy="68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EBCF7" w14:textId="746066D3" w:rsid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</w:p>
    <w:p w14:paraId="3A76F1B0" w14:textId="77777777" w:rsidR="00A441F5" w:rsidRPr="002A6179" w:rsidRDefault="00A441F5" w:rsidP="00A441F5">
      <w:pPr>
        <w:spacing w:after="0"/>
        <w:ind w:left="720"/>
        <w:rPr>
          <w:rFonts w:ascii="Georgia" w:hAnsi="Georgia"/>
          <w:b/>
          <w:sz w:val="22"/>
          <w:szCs w:val="22"/>
        </w:rPr>
      </w:pPr>
      <w:r w:rsidRPr="002A6179">
        <w:rPr>
          <w:rFonts w:ascii="Georgia" w:hAnsi="Georgia"/>
          <w:b/>
          <w:sz w:val="22"/>
          <w:szCs w:val="22"/>
        </w:rPr>
        <w:t>Danny Portee</w:t>
      </w:r>
    </w:p>
    <w:p w14:paraId="0022CC1A" w14:textId="77777777" w:rsidR="00A441F5" w:rsidRPr="002A6179" w:rsidRDefault="00A441F5" w:rsidP="00A441F5">
      <w:pPr>
        <w:spacing w:after="0"/>
        <w:ind w:left="720"/>
        <w:rPr>
          <w:rFonts w:ascii="Georgia" w:hAnsi="Georgia"/>
          <w:b/>
          <w:sz w:val="22"/>
          <w:szCs w:val="22"/>
        </w:rPr>
      </w:pPr>
      <w:r w:rsidRPr="002A6179">
        <w:rPr>
          <w:rFonts w:ascii="Georgia" w:hAnsi="Georgia"/>
          <w:b/>
          <w:sz w:val="22"/>
          <w:szCs w:val="22"/>
        </w:rPr>
        <w:t>CEO/President</w:t>
      </w:r>
    </w:p>
    <w:p w14:paraId="31558FB5" w14:textId="51FCA8C8" w:rsidR="00A441F5" w:rsidRPr="00A441F5" w:rsidRDefault="00A441F5" w:rsidP="00A441F5">
      <w:pPr>
        <w:overflowPunct w:val="0"/>
        <w:autoSpaceDE w:val="0"/>
        <w:autoSpaceDN w:val="0"/>
        <w:spacing w:after="0"/>
        <w:ind w:left="720" w:right="82"/>
        <w:rPr>
          <w:rFonts w:ascii="Times New Roman" w:eastAsia="Calibri" w:hAnsi="Times New Roman"/>
          <w:sz w:val="22"/>
          <w:szCs w:val="22"/>
        </w:rPr>
      </w:pPr>
      <w:r w:rsidRPr="002A6179">
        <w:rPr>
          <w:rFonts w:ascii="Georgia" w:hAnsi="Georgia"/>
          <w:b/>
          <w:sz w:val="22"/>
          <w:szCs w:val="22"/>
        </w:rPr>
        <w:t>Professional Management Enterprises Inc</w:t>
      </w:r>
    </w:p>
    <w:p w14:paraId="1655E246" w14:textId="77777777" w:rsidR="00A441F5" w:rsidRDefault="00A441F5" w:rsidP="00A441F5">
      <w:pPr>
        <w:overflowPunct w:val="0"/>
        <w:autoSpaceDE w:val="0"/>
        <w:autoSpaceDN w:val="0"/>
        <w:spacing w:after="0"/>
        <w:ind w:left="842" w:right="82"/>
        <w:rPr>
          <w:rFonts w:ascii="Times New Roman" w:eastAsia="Calibri" w:hAnsi="Times New Roman"/>
          <w:sz w:val="22"/>
          <w:szCs w:val="22"/>
        </w:rPr>
      </w:pPr>
    </w:p>
    <w:p w14:paraId="1A883C5B" w14:textId="64E3E85B" w:rsidR="00A441F5" w:rsidRPr="00A441F5" w:rsidRDefault="00A441F5" w:rsidP="00A441F5">
      <w:pPr>
        <w:overflowPunct w:val="0"/>
        <w:autoSpaceDE w:val="0"/>
        <w:autoSpaceDN w:val="0"/>
        <w:spacing w:after="0"/>
        <w:ind w:left="720" w:right="82"/>
        <w:rPr>
          <w:rFonts w:ascii="Times New Roman" w:eastAsia="Calibri" w:hAnsi="Times New Roman"/>
          <w:sz w:val="22"/>
          <w:szCs w:val="22"/>
        </w:rPr>
      </w:pPr>
      <w:r w:rsidRPr="00A441F5">
        <w:rPr>
          <w:rFonts w:ascii="Times New Roman" w:eastAsia="Calibri" w:hAnsi="Times New Roman"/>
          <w:sz w:val="22"/>
          <w:szCs w:val="22"/>
        </w:rPr>
        <w:t>This letter serves as the subcontractor's Indiana Minority Business Enterprise RFP Subcontractor Letter of Commitment.</w:t>
      </w:r>
    </w:p>
    <w:sectPr w:rsidR="00A441F5" w:rsidRPr="00A441F5" w:rsidSect="00074EA5">
      <w:headerReference w:type="first" r:id="rId8"/>
      <w:pgSz w:w="12240" w:h="15840"/>
      <w:pgMar w:top="720" w:right="720" w:bottom="720" w:left="72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91AE4" w14:textId="77777777" w:rsidR="000731C9" w:rsidRDefault="000731C9">
      <w:r>
        <w:separator/>
      </w:r>
    </w:p>
  </w:endnote>
  <w:endnote w:type="continuationSeparator" w:id="0">
    <w:p w14:paraId="1639B262" w14:textId="77777777" w:rsidR="000731C9" w:rsidRDefault="0007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A41B7" w14:textId="77777777" w:rsidR="000731C9" w:rsidRDefault="000731C9">
      <w:r>
        <w:separator/>
      </w:r>
    </w:p>
  </w:footnote>
  <w:footnote w:type="continuationSeparator" w:id="0">
    <w:p w14:paraId="6337E652" w14:textId="77777777" w:rsidR="000731C9" w:rsidRDefault="00073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0FD0F" w14:textId="77777777" w:rsidR="002A6179" w:rsidRPr="002A6179" w:rsidRDefault="002A6179" w:rsidP="002A6179">
    <w:pPr>
      <w:pStyle w:val="PDDHeader"/>
      <w:rPr>
        <w:lang w:val="fr-FR"/>
      </w:rPr>
    </w:pPr>
    <w:r w:rsidRPr="002A6179">
      <w:rPr>
        <w:lang w:val="fr-FR"/>
      </w:rPr>
      <w:t xml:space="preserve">Professional </w:t>
    </w:r>
  </w:p>
  <w:p w14:paraId="58091DA3" w14:textId="77777777" w:rsidR="002A6179" w:rsidRPr="002A6179" w:rsidRDefault="002A6179" w:rsidP="002A6179">
    <w:pPr>
      <w:spacing w:after="0"/>
      <w:rPr>
        <w:rFonts w:ascii="Arial" w:hAnsi="Arial"/>
        <w:i/>
        <w:sz w:val="40"/>
        <w:szCs w:val="20"/>
        <w:lang w:val="fr-FR"/>
      </w:rPr>
    </w:pPr>
    <w:r w:rsidRPr="002A6179">
      <w:rPr>
        <w:rFonts w:ascii="Arial" w:hAnsi="Arial"/>
        <w:i/>
        <w:sz w:val="40"/>
        <w:szCs w:val="20"/>
        <w:lang w:val="fr-FR"/>
      </w:rPr>
      <w:t xml:space="preserve">Management </w:t>
    </w:r>
  </w:p>
  <w:p w14:paraId="70C2D359" w14:textId="77777777" w:rsidR="002A6179" w:rsidRPr="002A6179" w:rsidRDefault="002A6179" w:rsidP="002A6179">
    <w:pPr>
      <w:spacing w:after="0"/>
      <w:rPr>
        <w:rFonts w:ascii="Arial" w:hAnsi="Arial"/>
        <w:i/>
        <w:sz w:val="40"/>
        <w:szCs w:val="20"/>
        <w:lang w:val="fr-FR"/>
      </w:rPr>
    </w:pPr>
    <w:proofErr w:type="spellStart"/>
    <w:r w:rsidRPr="002A6179">
      <w:rPr>
        <w:rFonts w:ascii="Arial" w:hAnsi="Arial"/>
        <w:i/>
        <w:sz w:val="40"/>
        <w:szCs w:val="20"/>
        <w:lang w:val="fr-FR"/>
      </w:rPr>
      <w:t>Enterprises</w:t>
    </w:r>
    <w:proofErr w:type="spellEnd"/>
    <w:r w:rsidRPr="002A6179">
      <w:rPr>
        <w:rFonts w:ascii="Arial" w:hAnsi="Arial"/>
        <w:i/>
        <w:sz w:val="40"/>
        <w:szCs w:val="20"/>
        <w:lang w:val="fr-FR"/>
      </w:rPr>
      <w:t xml:space="preserve"> Inc.</w:t>
    </w:r>
  </w:p>
  <w:p w14:paraId="7D32F510" w14:textId="04F6D0DB" w:rsidR="002A6179" w:rsidRPr="002A6179" w:rsidRDefault="00353252" w:rsidP="002A6179">
    <w:pPr>
      <w:pBdr>
        <w:top w:val="single" w:sz="4" w:space="1" w:color="auto"/>
      </w:pBdr>
      <w:tabs>
        <w:tab w:val="center" w:pos="4320"/>
        <w:tab w:val="right" w:pos="8640"/>
      </w:tabs>
      <w:spacing w:after="0"/>
      <w:rPr>
        <w:rFonts w:ascii="Arial" w:hAnsi="Arial"/>
        <w:i/>
        <w:sz w:val="18"/>
        <w:szCs w:val="20"/>
        <w:lang w:val="fr-FR"/>
      </w:rPr>
    </w:pPr>
    <w:r>
      <w:rPr>
        <w:rFonts w:ascii="Arial" w:hAnsi="Arial"/>
        <w:i/>
        <w:sz w:val="18"/>
        <w:szCs w:val="20"/>
        <w:lang w:val="fr-FR"/>
      </w:rPr>
      <w:t>9245 N. Meridian St</w:t>
    </w:r>
    <w:r w:rsidR="002A6179" w:rsidRPr="002A6179">
      <w:rPr>
        <w:rFonts w:ascii="Arial" w:hAnsi="Arial"/>
        <w:i/>
        <w:sz w:val="18"/>
        <w:szCs w:val="20"/>
        <w:lang w:val="fr-FR"/>
      </w:rPr>
      <w:t xml:space="preserve">, </w:t>
    </w:r>
    <w:proofErr w:type="gramStart"/>
    <w:r w:rsidR="002A6179" w:rsidRPr="002A6179">
      <w:rPr>
        <w:rFonts w:ascii="Arial" w:hAnsi="Arial"/>
        <w:i/>
        <w:sz w:val="18"/>
        <w:szCs w:val="20"/>
        <w:lang w:val="fr-FR"/>
      </w:rPr>
      <w:t xml:space="preserve">Suite  </w:t>
    </w:r>
    <w:r>
      <w:rPr>
        <w:rFonts w:ascii="Arial" w:hAnsi="Arial"/>
        <w:i/>
        <w:sz w:val="18"/>
        <w:szCs w:val="20"/>
        <w:lang w:val="fr-FR"/>
      </w:rPr>
      <w:t>210</w:t>
    </w:r>
    <w:proofErr w:type="gramEnd"/>
    <w:r w:rsidR="002A6179" w:rsidRPr="002A6179">
      <w:rPr>
        <w:rFonts w:ascii="Arial" w:hAnsi="Arial"/>
        <w:i/>
        <w:sz w:val="18"/>
        <w:szCs w:val="20"/>
        <w:lang w:val="fr-FR"/>
      </w:rPr>
      <w:tab/>
    </w:r>
    <w:r w:rsidR="002A6179" w:rsidRPr="002A6179">
      <w:rPr>
        <w:rFonts w:ascii="Arial" w:hAnsi="Arial"/>
        <w:i/>
        <w:sz w:val="18"/>
        <w:szCs w:val="20"/>
        <w:lang w:val="fr-FR"/>
      </w:rPr>
      <w:tab/>
      <w:t>Phone (317) 541-0200</w:t>
    </w:r>
  </w:p>
  <w:p w14:paraId="26F07135" w14:textId="086F5EBB" w:rsidR="002A6179" w:rsidRPr="002A6179" w:rsidRDefault="002A6179" w:rsidP="002A6179">
    <w:pPr>
      <w:tabs>
        <w:tab w:val="center" w:pos="4320"/>
        <w:tab w:val="right" w:pos="8640"/>
      </w:tabs>
      <w:spacing w:after="0"/>
      <w:rPr>
        <w:rFonts w:ascii="Arial" w:hAnsi="Arial"/>
        <w:sz w:val="24"/>
        <w:szCs w:val="20"/>
      </w:rPr>
    </w:pPr>
    <w:r w:rsidRPr="002A6179">
      <w:rPr>
        <w:rFonts w:ascii="Arial" w:hAnsi="Arial"/>
        <w:i/>
        <w:sz w:val="18"/>
        <w:szCs w:val="20"/>
      </w:rPr>
      <w:t>Indianapolis, IN  462</w:t>
    </w:r>
    <w:r w:rsidR="00353252">
      <w:rPr>
        <w:rFonts w:ascii="Arial" w:hAnsi="Arial"/>
        <w:i/>
        <w:sz w:val="18"/>
        <w:szCs w:val="20"/>
      </w:rPr>
      <w:t>60</w:t>
    </w:r>
    <w:r w:rsidRPr="002A6179">
      <w:rPr>
        <w:rFonts w:ascii="Arial" w:hAnsi="Arial"/>
        <w:i/>
        <w:sz w:val="18"/>
        <w:szCs w:val="20"/>
      </w:rPr>
      <w:tab/>
    </w:r>
    <w:r w:rsidRPr="002A6179">
      <w:rPr>
        <w:rFonts w:ascii="Arial" w:hAnsi="Arial"/>
        <w:i/>
        <w:sz w:val="18"/>
        <w:szCs w:val="20"/>
      </w:rPr>
      <w:tab/>
      <w:t>Fax (317) 541-1250</w:t>
    </w:r>
  </w:p>
  <w:p w14:paraId="7133C49C" w14:textId="77777777" w:rsidR="002A6179" w:rsidRPr="002A6179" w:rsidRDefault="002A6179" w:rsidP="002A6179">
    <w:pPr>
      <w:tabs>
        <w:tab w:val="center" w:pos="4320"/>
        <w:tab w:val="right" w:pos="8640"/>
      </w:tabs>
      <w:spacing w:after="0"/>
      <w:rPr>
        <w:rFonts w:ascii="Times New Roman" w:hAnsi="Times New Roman"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2849C8"/>
    <w:multiLevelType w:val="hybridMultilevel"/>
    <w:tmpl w:val="65783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C1C84"/>
    <w:multiLevelType w:val="hybridMultilevel"/>
    <w:tmpl w:val="39E67B8A"/>
    <w:lvl w:ilvl="0" w:tplc="5B346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84E4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F64C0A"/>
    <w:multiLevelType w:val="hybridMultilevel"/>
    <w:tmpl w:val="C4F20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C9"/>
    <w:rsid w:val="00010045"/>
    <w:rsid w:val="00011536"/>
    <w:rsid w:val="00013E75"/>
    <w:rsid w:val="000203E8"/>
    <w:rsid w:val="0002316F"/>
    <w:rsid w:val="00026D29"/>
    <w:rsid w:val="00041D42"/>
    <w:rsid w:val="00043648"/>
    <w:rsid w:val="00045FDF"/>
    <w:rsid w:val="0004746C"/>
    <w:rsid w:val="0005042F"/>
    <w:rsid w:val="00060118"/>
    <w:rsid w:val="00063C91"/>
    <w:rsid w:val="00064053"/>
    <w:rsid w:val="00067D06"/>
    <w:rsid w:val="00070427"/>
    <w:rsid w:val="00070D43"/>
    <w:rsid w:val="000731C9"/>
    <w:rsid w:val="00074EA5"/>
    <w:rsid w:val="000823A2"/>
    <w:rsid w:val="00090A17"/>
    <w:rsid w:val="00090CCC"/>
    <w:rsid w:val="000910FC"/>
    <w:rsid w:val="0009552D"/>
    <w:rsid w:val="00097254"/>
    <w:rsid w:val="000B5E78"/>
    <w:rsid w:val="000B70F6"/>
    <w:rsid w:val="000B759F"/>
    <w:rsid w:val="000B7986"/>
    <w:rsid w:val="000C0F81"/>
    <w:rsid w:val="000C35C2"/>
    <w:rsid w:val="000C3865"/>
    <w:rsid w:val="000C478B"/>
    <w:rsid w:val="000C7776"/>
    <w:rsid w:val="000D02A3"/>
    <w:rsid w:val="000E4414"/>
    <w:rsid w:val="000E4E73"/>
    <w:rsid w:val="000E5E66"/>
    <w:rsid w:val="000F08F9"/>
    <w:rsid w:val="000F35F1"/>
    <w:rsid w:val="000F5BC5"/>
    <w:rsid w:val="000F6A64"/>
    <w:rsid w:val="00101F82"/>
    <w:rsid w:val="001021CD"/>
    <w:rsid w:val="00102D60"/>
    <w:rsid w:val="0012059B"/>
    <w:rsid w:val="00121D90"/>
    <w:rsid w:val="001302A6"/>
    <w:rsid w:val="0013111F"/>
    <w:rsid w:val="001313B4"/>
    <w:rsid w:val="001345AB"/>
    <w:rsid w:val="00134B5F"/>
    <w:rsid w:val="00144ACF"/>
    <w:rsid w:val="00151EFD"/>
    <w:rsid w:val="001528DD"/>
    <w:rsid w:val="00153C38"/>
    <w:rsid w:val="00154AE0"/>
    <w:rsid w:val="00154C50"/>
    <w:rsid w:val="00163F5C"/>
    <w:rsid w:val="001642D8"/>
    <w:rsid w:val="00164B24"/>
    <w:rsid w:val="0016702C"/>
    <w:rsid w:val="001707D6"/>
    <w:rsid w:val="00171811"/>
    <w:rsid w:val="001766DD"/>
    <w:rsid w:val="00177935"/>
    <w:rsid w:val="001856AE"/>
    <w:rsid w:val="00191914"/>
    <w:rsid w:val="001A091D"/>
    <w:rsid w:val="001A12CC"/>
    <w:rsid w:val="001A38C9"/>
    <w:rsid w:val="001B026C"/>
    <w:rsid w:val="001B6E05"/>
    <w:rsid w:val="001C246C"/>
    <w:rsid w:val="001C26AE"/>
    <w:rsid w:val="001C2FE7"/>
    <w:rsid w:val="001D3F2D"/>
    <w:rsid w:val="001D7AE2"/>
    <w:rsid w:val="001E0C45"/>
    <w:rsid w:val="001E1656"/>
    <w:rsid w:val="001E20B4"/>
    <w:rsid w:val="001E2325"/>
    <w:rsid w:val="001F41D1"/>
    <w:rsid w:val="001F5A53"/>
    <w:rsid w:val="001F7D3A"/>
    <w:rsid w:val="0020079A"/>
    <w:rsid w:val="0020279C"/>
    <w:rsid w:val="0021196C"/>
    <w:rsid w:val="00217B27"/>
    <w:rsid w:val="00222A85"/>
    <w:rsid w:val="00234954"/>
    <w:rsid w:val="00243068"/>
    <w:rsid w:val="00243285"/>
    <w:rsid w:val="00245D2E"/>
    <w:rsid w:val="00260A1E"/>
    <w:rsid w:val="00265EA8"/>
    <w:rsid w:val="00273276"/>
    <w:rsid w:val="002746ED"/>
    <w:rsid w:val="002762B4"/>
    <w:rsid w:val="00277BB2"/>
    <w:rsid w:val="00287904"/>
    <w:rsid w:val="00291548"/>
    <w:rsid w:val="00292DA7"/>
    <w:rsid w:val="0029609E"/>
    <w:rsid w:val="00296C4F"/>
    <w:rsid w:val="002A05A0"/>
    <w:rsid w:val="002A4E2A"/>
    <w:rsid w:val="002A6179"/>
    <w:rsid w:val="002B06FF"/>
    <w:rsid w:val="002B0E35"/>
    <w:rsid w:val="002B0EB5"/>
    <w:rsid w:val="002C561C"/>
    <w:rsid w:val="002C6708"/>
    <w:rsid w:val="002D1FB3"/>
    <w:rsid w:val="002D208E"/>
    <w:rsid w:val="002D2320"/>
    <w:rsid w:val="002E29C4"/>
    <w:rsid w:val="002E7FAE"/>
    <w:rsid w:val="002F28E6"/>
    <w:rsid w:val="002F5111"/>
    <w:rsid w:val="002F5F26"/>
    <w:rsid w:val="0030293D"/>
    <w:rsid w:val="00304C15"/>
    <w:rsid w:val="003073EB"/>
    <w:rsid w:val="003148DF"/>
    <w:rsid w:val="00323194"/>
    <w:rsid w:val="00324810"/>
    <w:rsid w:val="00333082"/>
    <w:rsid w:val="00340660"/>
    <w:rsid w:val="00350B6A"/>
    <w:rsid w:val="00350E2F"/>
    <w:rsid w:val="0035204D"/>
    <w:rsid w:val="00353252"/>
    <w:rsid w:val="00361FDA"/>
    <w:rsid w:val="003622A8"/>
    <w:rsid w:val="00364629"/>
    <w:rsid w:val="00365228"/>
    <w:rsid w:val="00374611"/>
    <w:rsid w:val="00381AC9"/>
    <w:rsid w:val="00386565"/>
    <w:rsid w:val="003875BA"/>
    <w:rsid w:val="00396317"/>
    <w:rsid w:val="00396E9C"/>
    <w:rsid w:val="003A493C"/>
    <w:rsid w:val="003A621D"/>
    <w:rsid w:val="003B0F83"/>
    <w:rsid w:val="003B3266"/>
    <w:rsid w:val="003B39FD"/>
    <w:rsid w:val="003B4A83"/>
    <w:rsid w:val="003B5AC5"/>
    <w:rsid w:val="003B6CE2"/>
    <w:rsid w:val="003C6213"/>
    <w:rsid w:val="003C74DF"/>
    <w:rsid w:val="003C7CC1"/>
    <w:rsid w:val="003D0611"/>
    <w:rsid w:val="003D0D52"/>
    <w:rsid w:val="003D3021"/>
    <w:rsid w:val="003D5FB1"/>
    <w:rsid w:val="003E0E15"/>
    <w:rsid w:val="003E30A5"/>
    <w:rsid w:val="003E336D"/>
    <w:rsid w:val="003E34B9"/>
    <w:rsid w:val="003F1083"/>
    <w:rsid w:val="003F159B"/>
    <w:rsid w:val="0040175B"/>
    <w:rsid w:val="00404BD4"/>
    <w:rsid w:val="004065E7"/>
    <w:rsid w:val="004179EC"/>
    <w:rsid w:val="0042022C"/>
    <w:rsid w:val="00427D2F"/>
    <w:rsid w:val="004343A0"/>
    <w:rsid w:val="00435522"/>
    <w:rsid w:val="004370AC"/>
    <w:rsid w:val="00437AA7"/>
    <w:rsid w:val="00447D78"/>
    <w:rsid w:val="00451F60"/>
    <w:rsid w:val="00452A50"/>
    <w:rsid w:val="004556C8"/>
    <w:rsid w:val="00461F4A"/>
    <w:rsid w:val="00462F9D"/>
    <w:rsid w:val="0046351E"/>
    <w:rsid w:val="0046784B"/>
    <w:rsid w:val="00475186"/>
    <w:rsid w:val="00486EFC"/>
    <w:rsid w:val="004924B1"/>
    <w:rsid w:val="00492739"/>
    <w:rsid w:val="00492752"/>
    <w:rsid w:val="004A2DB4"/>
    <w:rsid w:val="004A2E5D"/>
    <w:rsid w:val="004A5AAA"/>
    <w:rsid w:val="004A7CBE"/>
    <w:rsid w:val="004B2B83"/>
    <w:rsid w:val="004B69C6"/>
    <w:rsid w:val="004C0446"/>
    <w:rsid w:val="004C1456"/>
    <w:rsid w:val="004C1791"/>
    <w:rsid w:val="004C773F"/>
    <w:rsid w:val="004D13EE"/>
    <w:rsid w:val="004D3617"/>
    <w:rsid w:val="004D4279"/>
    <w:rsid w:val="004D5D73"/>
    <w:rsid w:val="004D68F8"/>
    <w:rsid w:val="004D7A15"/>
    <w:rsid w:val="004E07C6"/>
    <w:rsid w:val="004E3726"/>
    <w:rsid w:val="004E6230"/>
    <w:rsid w:val="004E7BBF"/>
    <w:rsid w:val="004F57B4"/>
    <w:rsid w:val="00502A09"/>
    <w:rsid w:val="00506D1D"/>
    <w:rsid w:val="00510E77"/>
    <w:rsid w:val="005117C6"/>
    <w:rsid w:val="0051524E"/>
    <w:rsid w:val="005157BB"/>
    <w:rsid w:val="00523861"/>
    <w:rsid w:val="00534E7E"/>
    <w:rsid w:val="00535DAF"/>
    <w:rsid w:val="00537010"/>
    <w:rsid w:val="00540785"/>
    <w:rsid w:val="00547C82"/>
    <w:rsid w:val="00553344"/>
    <w:rsid w:val="00554546"/>
    <w:rsid w:val="00554EF7"/>
    <w:rsid w:val="0055662A"/>
    <w:rsid w:val="00557FFE"/>
    <w:rsid w:val="00565775"/>
    <w:rsid w:val="00567597"/>
    <w:rsid w:val="00581FF2"/>
    <w:rsid w:val="00582BA0"/>
    <w:rsid w:val="005839E3"/>
    <w:rsid w:val="00585CCE"/>
    <w:rsid w:val="0059744A"/>
    <w:rsid w:val="00597959"/>
    <w:rsid w:val="005A5CDB"/>
    <w:rsid w:val="005A5D88"/>
    <w:rsid w:val="005A5E7B"/>
    <w:rsid w:val="005B2ED0"/>
    <w:rsid w:val="005B2F7D"/>
    <w:rsid w:val="005B59A8"/>
    <w:rsid w:val="005B7C83"/>
    <w:rsid w:val="005C10C7"/>
    <w:rsid w:val="005C3C25"/>
    <w:rsid w:val="005C53E2"/>
    <w:rsid w:val="005C60B8"/>
    <w:rsid w:val="005D05E8"/>
    <w:rsid w:val="005D35AD"/>
    <w:rsid w:val="005D53AD"/>
    <w:rsid w:val="005D5C8B"/>
    <w:rsid w:val="005D6B7F"/>
    <w:rsid w:val="005E0668"/>
    <w:rsid w:val="005E31C3"/>
    <w:rsid w:val="005F1585"/>
    <w:rsid w:val="005F2A73"/>
    <w:rsid w:val="00604892"/>
    <w:rsid w:val="00610757"/>
    <w:rsid w:val="00615A7B"/>
    <w:rsid w:val="0061651C"/>
    <w:rsid w:val="0061686F"/>
    <w:rsid w:val="00625606"/>
    <w:rsid w:val="0065082D"/>
    <w:rsid w:val="00650B13"/>
    <w:rsid w:val="00651E42"/>
    <w:rsid w:val="00653B9B"/>
    <w:rsid w:val="00660EE8"/>
    <w:rsid w:val="00667281"/>
    <w:rsid w:val="00667571"/>
    <w:rsid w:val="00673465"/>
    <w:rsid w:val="00691C2A"/>
    <w:rsid w:val="006965F1"/>
    <w:rsid w:val="006A0815"/>
    <w:rsid w:val="006A4065"/>
    <w:rsid w:val="006A48ED"/>
    <w:rsid w:val="006B05DB"/>
    <w:rsid w:val="006B25A9"/>
    <w:rsid w:val="006B363B"/>
    <w:rsid w:val="006C0679"/>
    <w:rsid w:val="006C3AC4"/>
    <w:rsid w:val="006C5314"/>
    <w:rsid w:val="006C72C6"/>
    <w:rsid w:val="006D255F"/>
    <w:rsid w:val="006D7D3B"/>
    <w:rsid w:val="006E412F"/>
    <w:rsid w:val="006F36B8"/>
    <w:rsid w:val="006F3CA4"/>
    <w:rsid w:val="006F4F94"/>
    <w:rsid w:val="006F54FD"/>
    <w:rsid w:val="00703289"/>
    <w:rsid w:val="00704C73"/>
    <w:rsid w:val="00705C4C"/>
    <w:rsid w:val="007129B5"/>
    <w:rsid w:val="00717F1E"/>
    <w:rsid w:val="00720306"/>
    <w:rsid w:val="00720B32"/>
    <w:rsid w:val="00721A74"/>
    <w:rsid w:val="00730CEC"/>
    <w:rsid w:val="00731DA8"/>
    <w:rsid w:val="00732AB5"/>
    <w:rsid w:val="00735D7C"/>
    <w:rsid w:val="00737668"/>
    <w:rsid w:val="00745F4C"/>
    <w:rsid w:val="007478A4"/>
    <w:rsid w:val="00747986"/>
    <w:rsid w:val="00756D03"/>
    <w:rsid w:val="00761035"/>
    <w:rsid w:val="00761481"/>
    <w:rsid w:val="0076494A"/>
    <w:rsid w:val="00767FB1"/>
    <w:rsid w:val="00770769"/>
    <w:rsid w:val="0077430B"/>
    <w:rsid w:val="00776E31"/>
    <w:rsid w:val="00782069"/>
    <w:rsid w:val="007828DC"/>
    <w:rsid w:val="00782A42"/>
    <w:rsid w:val="00784C5B"/>
    <w:rsid w:val="00786C2D"/>
    <w:rsid w:val="00787159"/>
    <w:rsid w:val="007914D1"/>
    <w:rsid w:val="00792998"/>
    <w:rsid w:val="00794352"/>
    <w:rsid w:val="00794A44"/>
    <w:rsid w:val="0079645C"/>
    <w:rsid w:val="007971BA"/>
    <w:rsid w:val="007A0D58"/>
    <w:rsid w:val="007A3BD6"/>
    <w:rsid w:val="007A466A"/>
    <w:rsid w:val="007B5757"/>
    <w:rsid w:val="007C1010"/>
    <w:rsid w:val="007C3203"/>
    <w:rsid w:val="007D06E9"/>
    <w:rsid w:val="007E5197"/>
    <w:rsid w:val="007F4414"/>
    <w:rsid w:val="007F714B"/>
    <w:rsid w:val="007F715F"/>
    <w:rsid w:val="00801048"/>
    <w:rsid w:val="0081350F"/>
    <w:rsid w:val="008137FB"/>
    <w:rsid w:val="008144B8"/>
    <w:rsid w:val="008148C6"/>
    <w:rsid w:val="008152D2"/>
    <w:rsid w:val="008156FD"/>
    <w:rsid w:val="00815A3A"/>
    <w:rsid w:val="00820981"/>
    <w:rsid w:val="0082156A"/>
    <w:rsid w:val="008216BB"/>
    <w:rsid w:val="00822324"/>
    <w:rsid w:val="00823C99"/>
    <w:rsid w:val="008242EC"/>
    <w:rsid w:val="008250D2"/>
    <w:rsid w:val="00830E75"/>
    <w:rsid w:val="00847792"/>
    <w:rsid w:val="00847BAD"/>
    <w:rsid w:val="00852477"/>
    <w:rsid w:val="008550D7"/>
    <w:rsid w:val="00860FCE"/>
    <w:rsid w:val="0086549E"/>
    <w:rsid w:val="00865EBA"/>
    <w:rsid w:val="00865EF4"/>
    <w:rsid w:val="00866E0E"/>
    <w:rsid w:val="008729A0"/>
    <w:rsid w:val="00874F41"/>
    <w:rsid w:val="00877264"/>
    <w:rsid w:val="0088092D"/>
    <w:rsid w:val="008813C0"/>
    <w:rsid w:val="0088530A"/>
    <w:rsid w:val="0089502E"/>
    <w:rsid w:val="008965ED"/>
    <w:rsid w:val="00896672"/>
    <w:rsid w:val="008A35A6"/>
    <w:rsid w:val="008A5D94"/>
    <w:rsid w:val="008C609B"/>
    <w:rsid w:val="008C74A0"/>
    <w:rsid w:val="008D0F7E"/>
    <w:rsid w:val="008E5283"/>
    <w:rsid w:val="008F7AA4"/>
    <w:rsid w:val="0090478A"/>
    <w:rsid w:val="009072C7"/>
    <w:rsid w:val="00907C7B"/>
    <w:rsid w:val="009141E3"/>
    <w:rsid w:val="009157CF"/>
    <w:rsid w:val="009177EB"/>
    <w:rsid w:val="00924A76"/>
    <w:rsid w:val="00930507"/>
    <w:rsid w:val="0093368F"/>
    <w:rsid w:val="0093672F"/>
    <w:rsid w:val="0093755F"/>
    <w:rsid w:val="00941862"/>
    <w:rsid w:val="00947D09"/>
    <w:rsid w:val="0095026C"/>
    <w:rsid w:val="00951CDE"/>
    <w:rsid w:val="00954662"/>
    <w:rsid w:val="009546E9"/>
    <w:rsid w:val="00961CFB"/>
    <w:rsid w:val="00964C5D"/>
    <w:rsid w:val="00971016"/>
    <w:rsid w:val="0097367C"/>
    <w:rsid w:val="00974135"/>
    <w:rsid w:val="00977615"/>
    <w:rsid w:val="0097797A"/>
    <w:rsid w:val="00980105"/>
    <w:rsid w:val="00980B67"/>
    <w:rsid w:val="00981FCC"/>
    <w:rsid w:val="009A0213"/>
    <w:rsid w:val="009B0E30"/>
    <w:rsid w:val="009B3B5A"/>
    <w:rsid w:val="009B64CD"/>
    <w:rsid w:val="009C04FE"/>
    <w:rsid w:val="009C171A"/>
    <w:rsid w:val="009C37C5"/>
    <w:rsid w:val="009C3E91"/>
    <w:rsid w:val="009D13E7"/>
    <w:rsid w:val="009D312F"/>
    <w:rsid w:val="009D4315"/>
    <w:rsid w:val="009E4A7E"/>
    <w:rsid w:val="009E55AC"/>
    <w:rsid w:val="009E6056"/>
    <w:rsid w:val="009E7F35"/>
    <w:rsid w:val="009F002E"/>
    <w:rsid w:val="009F65E4"/>
    <w:rsid w:val="009F7BAE"/>
    <w:rsid w:val="00A02503"/>
    <w:rsid w:val="00A06305"/>
    <w:rsid w:val="00A16E4E"/>
    <w:rsid w:val="00A21782"/>
    <w:rsid w:val="00A25132"/>
    <w:rsid w:val="00A2719F"/>
    <w:rsid w:val="00A3187F"/>
    <w:rsid w:val="00A441F5"/>
    <w:rsid w:val="00A44B24"/>
    <w:rsid w:val="00A50682"/>
    <w:rsid w:val="00A50B61"/>
    <w:rsid w:val="00A52CED"/>
    <w:rsid w:val="00A54DC4"/>
    <w:rsid w:val="00A56CE0"/>
    <w:rsid w:val="00A62C65"/>
    <w:rsid w:val="00A66E23"/>
    <w:rsid w:val="00A72A00"/>
    <w:rsid w:val="00A732D3"/>
    <w:rsid w:val="00A76BB1"/>
    <w:rsid w:val="00A850A7"/>
    <w:rsid w:val="00A91E09"/>
    <w:rsid w:val="00A94455"/>
    <w:rsid w:val="00A94A64"/>
    <w:rsid w:val="00A95156"/>
    <w:rsid w:val="00A9656D"/>
    <w:rsid w:val="00AA301E"/>
    <w:rsid w:val="00AA5160"/>
    <w:rsid w:val="00AA5707"/>
    <w:rsid w:val="00AA6F99"/>
    <w:rsid w:val="00AB0E0D"/>
    <w:rsid w:val="00AB2784"/>
    <w:rsid w:val="00AB2DA0"/>
    <w:rsid w:val="00AB5269"/>
    <w:rsid w:val="00AB6DAC"/>
    <w:rsid w:val="00AC2B9C"/>
    <w:rsid w:val="00AC6295"/>
    <w:rsid w:val="00AC7910"/>
    <w:rsid w:val="00AD05EE"/>
    <w:rsid w:val="00AD74B2"/>
    <w:rsid w:val="00AF05FB"/>
    <w:rsid w:val="00AF1A3E"/>
    <w:rsid w:val="00AF1EE0"/>
    <w:rsid w:val="00AF2EAF"/>
    <w:rsid w:val="00AF742D"/>
    <w:rsid w:val="00B03420"/>
    <w:rsid w:val="00B03654"/>
    <w:rsid w:val="00B03D1A"/>
    <w:rsid w:val="00B05B6F"/>
    <w:rsid w:val="00B129FA"/>
    <w:rsid w:val="00B1769E"/>
    <w:rsid w:val="00B23087"/>
    <w:rsid w:val="00B26187"/>
    <w:rsid w:val="00B27804"/>
    <w:rsid w:val="00B31E6D"/>
    <w:rsid w:val="00B40DE1"/>
    <w:rsid w:val="00B430D4"/>
    <w:rsid w:val="00B513EE"/>
    <w:rsid w:val="00B52453"/>
    <w:rsid w:val="00B63D54"/>
    <w:rsid w:val="00B640A3"/>
    <w:rsid w:val="00B71B28"/>
    <w:rsid w:val="00B743E6"/>
    <w:rsid w:val="00B861ED"/>
    <w:rsid w:val="00B9341F"/>
    <w:rsid w:val="00BA1D0A"/>
    <w:rsid w:val="00BA49BF"/>
    <w:rsid w:val="00BA7D66"/>
    <w:rsid w:val="00BB0BFE"/>
    <w:rsid w:val="00BB56D6"/>
    <w:rsid w:val="00BB70E3"/>
    <w:rsid w:val="00BC63EB"/>
    <w:rsid w:val="00BC6528"/>
    <w:rsid w:val="00BD0460"/>
    <w:rsid w:val="00BD4F11"/>
    <w:rsid w:val="00BD7062"/>
    <w:rsid w:val="00BD7DFE"/>
    <w:rsid w:val="00BE4387"/>
    <w:rsid w:val="00BE56A5"/>
    <w:rsid w:val="00BE673C"/>
    <w:rsid w:val="00BE70A3"/>
    <w:rsid w:val="00BF1009"/>
    <w:rsid w:val="00BF171A"/>
    <w:rsid w:val="00BF4E2A"/>
    <w:rsid w:val="00BF5BA3"/>
    <w:rsid w:val="00C03A22"/>
    <w:rsid w:val="00C068E3"/>
    <w:rsid w:val="00C0788E"/>
    <w:rsid w:val="00C111EC"/>
    <w:rsid w:val="00C1307A"/>
    <w:rsid w:val="00C17702"/>
    <w:rsid w:val="00C22BC4"/>
    <w:rsid w:val="00C24EBF"/>
    <w:rsid w:val="00C33F08"/>
    <w:rsid w:val="00C34226"/>
    <w:rsid w:val="00C34ABA"/>
    <w:rsid w:val="00C36CB2"/>
    <w:rsid w:val="00C40B46"/>
    <w:rsid w:val="00C4223B"/>
    <w:rsid w:val="00C472B2"/>
    <w:rsid w:val="00C55328"/>
    <w:rsid w:val="00C5784F"/>
    <w:rsid w:val="00C62E9A"/>
    <w:rsid w:val="00C632B4"/>
    <w:rsid w:val="00C63C79"/>
    <w:rsid w:val="00C64842"/>
    <w:rsid w:val="00C67636"/>
    <w:rsid w:val="00C704CE"/>
    <w:rsid w:val="00C73E9E"/>
    <w:rsid w:val="00C7498E"/>
    <w:rsid w:val="00C76512"/>
    <w:rsid w:val="00C80409"/>
    <w:rsid w:val="00C84549"/>
    <w:rsid w:val="00C87F05"/>
    <w:rsid w:val="00C90C59"/>
    <w:rsid w:val="00C9462A"/>
    <w:rsid w:val="00C96A50"/>
    <w:rsid w:val="00CA3B6C"/>
    <w:rsid w:val="00CA68FF"/>
    <w:rsid w:val="00CB03F8"/>
    <w:rsid w:val="00CB24D1"/>
    <w:rsid w:val="00CB2B94"/>
    <w:rsid w:val="00CB3021"/>
    <w:rsid w:val="00CB3A62"/>
    <w:rsid w:val="00CB3DB4"/>
    <w:rsid w:val="00CB40E5"/>
    <w:rsid w:val="00CB4309"/>
    <w:rsid w:val="00CB6B5E"/>
    <w:rsid w:val="00CC3170"/>
    <w:rsid w:val="00CC36E3"/>
    <w:rsid w:val="00CC3946"/>
    <w:rsid w:val="00CC4DED"/>
    <w:rsid w:val="00CD17AC"/>
    <w:rsid w:val="00CD495E"/>
    <w:rsid w:val="00CF01EC"/>
    <w:rsid w:val="00CF4161"/>
    <w:rsid w:val="00D003E4"/>
    <w:rsid w:val="00D01D3B"/>
    <w:rsid w:val="00D02F8A"/>
    <w:rsid w:val="00D06954"/>
    <w:rsid w:val="00D06B09"/>
    <w:rsid w:val="00D13FE8"/>
    <w:rsid w:val="00D17DA9"/>
    <w:rsid w:val="00D26FCA"/>
    <w:rsid w:val="00D358EF"/>
    <w:rsid w:val="00D35AC7"/>
    <w:rsid w:val="00D41B39"/>
    <w:rsid w:val="00D41FA2"/>
    <w:rsid w:val="00D43A80"/>
    <w:rsid w:val="00D6021F"/>
    <w:rsid w:val="00D6171F"/>
    <w:rsid w:val="00D65868"/>
    <w:rsid w:val="00D6691E"/>
    <w:rsid w:val="00D67B7C"/>
    <w:rsid w:val="00D70AED"/>
    <w:rsid w:val="00D7379F"/>
    <w:rsid w:val="00D80F9D"/>
    <w:rsid w:val="00D836D1"/>
    <w:rsid w:val="00D86393"/>
    <w:rsid w:val="00D95481"/>
    <w:rsid w:val="00D97BB4"/>
    <w:rsid w:val="00DA44D7"/>
    <w:rsid w:val="00DA7F1E"/>
    <w:rsid w:val="00DB21F3"/>
    <w:rsid w:val="00DB3A8E"/>
    <w:rsid w:val="00DB6CC5"/>
    <w:rsid w:val="00DB7EB1"/>
    <w:rsid w:val="00DC6493"/>
    <w:rsid w:val="00DC7EEB"/>
    <w:rsid w:val="00DD7862"/>
    <w:rsid w:val="00DE1BF3"/>
    <w:rsid w:val="00E01B04"/>
    <w:rsid w:val="00E05755"/>
    <w:rsid w:val="00E13390"/>
    <w:rsid w:val="00E13C77"/>
    <w:rsid w:val="00E17A51"/>
    <w:rsid w:val="00E253DB"/>
    <w:rsid w:val="00E269AF"/>
    <w:rsid w:val="00E26DEC"/>
    <w:rsid w:val="00E274CF"/>
    <w:rsid w:val="00E32ECB"/>
    <w:rsid w:val="00E37BAD"/>
    <w:rsid w:val="00E4017F"/>
    <w:rsid w:val="00E45518"/>
    <w:rsid w:val="00E477F6"/>
    <w:rsid w:val="00E5341C"/>
    <w:rsid w:val="00E560D3"/>
    <w:rsid w:val="00E6628F"/>
    <w:rsid w:val="00E662C4"/>
    <w:rsid w:val="00E70510"/>
    <w:rsid w:val="00E74B45"/>
    <w:rsid w:val="00E81022"/>
    <w:rsid w:val="00E82472"/>
    <w:rsid w:val="00E9072C"/>
    <w:rsid w:val="00E9496E"/>
    <w:rsid w:val="00EA2951"/>
    <w:rsid w:val="00EA699D"/>
    <w:rsid w:val="00EB5965"/>
    <w:rsid w:val="00EC1640"/>
    <w:rsid w:val="00EC2436"/>
    <w:rsid w:val="00ED0878"/>
    <w:rsid w:val="00ED2DFF"/>
    <w:rsid w:val="00ED303F"/>
    <w:rsid w:val="00ED35EF"/>
    <w:rsid w:val="00ED43F4"/>
    <w:rsid w:val="00EE423E"/>
    <w:rsid w:val="00EE6F7E"/>
    <w:rsid w:val="00EF13E3"/>
    <w:rsid w:val="00EF2450"/>
    <w:rsid w:val="00EF5D01"/>
    <w:rsid w:val="00EF7B06"/>
    <w:rsid w:val="00F00BDB"/>
    <w:rsid w:val="00F05986"/>
    <w:rsid w:val="00F05D57"/>
    <w:rsid w:val="00F06B0B"/>
    <w:rsid w:val="00F11D68"/>
    <w:rsid w:val="00F17349"/>
    <w:rsid w:val="00F211DE"/>
    <w:rsid w:val="00F222AA"/>
    <w:rsid w:val="00F22FAB"/>
    <w:rsid w:val="00F2442C"/>
    <w:rsid w:val="00F24F76"/>
    <w:rsid w:val="00F319E9"/>
    <w:rsid w:val="00F33017"/>
    <w:rsid w:val="00F361B2"/>
    <w:rsid w:val="00F44602"/>
    <w:rsid w:val="00F44C82"/>
    <w:rsid w:val="00F50592"/>
    <w:rsid w:val="00F52E0C"/>
    <w:rsid w:val="00F53F48"/>
    <w:rsid w:val="00F55A99"/>
    <w:rsid w:val="00F56E7C"/>
    <w:rsid w:val="00F5745E"/>
    <w:rsid w:val="00F6116E"/>
    <w:rsid w:val="00F61992"/>
    <w:rsid w:val="00F66D10"/>
    <w:rsid w:val="00F66D9D"/>
    <w:rsid w:val="00F67A52"/>
    <w:rsid w:val="00F762A9"/>
    <w:rsid w:val="00F80CF4"/>
    <w:rsid w:val="00F842A6"/>
    <w:rsid w:val="00F862E9"/>
    <w:rsid w:val="00F91804"/>
    <w:rsid w:val="00F91BCA"/>
    <w:rsid w:val="00F92966"/>
    <w:rsid w:val="00F93448"/>
    <w:rsid w:val="00FA6962"/>
    <w:rsid w:val="00FB39B3"/>
    <w:rsid w:val="00FB76A0"/>
    <w:rsid w:val="00FC7512"/>
    <w:rsid w:val="00FC7F36"/>
    <w:rsid w:val="00FE3568"/>
    <w:rsid w:val="00FE392B"/>
    <w:rsid w:val="00FE4465"/>
    <w:rsid w:val="00FF0091"/>
    <w:rsid w:val="00FF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4A20090A"/>
  <w15:docId w15:val="{351831C3-C337-42AF-BEDD-176AE4AD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30A5"/>
    <w:pPr>
      <w:spacing w:after="240"/>
    </w:pPr>
    <w:rPr>
      <w:rFonts w:ascii="Bookman Old Style" w:hAnsi="Bookman Old Style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2316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1707D6"/>
    <w:pPr>
      <w:spacing w:after="120"/>
    </w:pPr>
  </w:style>
  <w:style w:type="paragraph" w:styleId="Footer">
    <w:name w:val="footer"/>
    <w:basedOn w:val="Normal"/>
    <w:rsid w:val="0002316F"/>
    <w:pPr>
      <w:tabs>
        <w:tab w:val="center" w:pos="4320"/>
        <w:tab w:val="right" w:pos="8640"/>
      </w:tabs>
    </w:pPr>
  </w:style>
  <w:style w:type="paragraph" w:customStyle="1" w:styleId="FooterText">
    <w:name w:val="FooterText"/>
    <w:basedOn w:val="Normal"/>
    <w:rsid w:val="0002316F"/>
    <w:pPr>
      <w:tabs>
        <w:tab w:val="center" w:pos="4320"/>
        <w:tab w:val="right" w:pos="8640"/>
      </w:tabs>
      <w:ind w:left="-720" w:right="-187"/>
      <w:jc w:val="center"/>
    </w:pPr>
    <w:rPr>
      <w:rFonts w:ascii="Arial Narrow" w:hAnsi="Arial Narrow"/>
      <w:sz w:val="16"/>
      <w:szCs w:val="16"/>
    </w:rPr>
  </w:style>
  <w:style w:type="paragraph" w:customStyle="1" w:styleId="HeaderText">
    <w:name w:val="Header Text"/>
    <w:basedOn w:val="Header"/>
    <w:rsid w:val="00C0788E"/>
    <w:rPr>
      <w:rFonts w:ascii="Arial Narrow" w:hAnsi="Arial Narrow"/>
      <w:color w:val="1E3E54"/>
      <w:sz w:val="18"/>
      <w:szCs w:val="18"/>
    </w:rPr>
  </w:style>
  <w:style w:type="table" w:styleId="TableGrid">
    <w:name w:val="Table Grid"/>
    <w:basedOn w:val="TableNormal"/>
    <w:uiPriority w:val="59"/>
    <w:rsid w:val="00073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731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31C9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362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2A6179"/>
    <w:rPr>
      <w:rFonts w:ascii="Bookman Old Style" w:hAnsi="Bookman Old Style"/>
      <w:szCs w:val="24"/>
    </w:rPr>
  </w:style>
  <w:style w:type="paragraph" w:customStyle="1" w:styleId="PDDHeader">
    <w:name w:val="PDD Header"/>
    <w:basedOn w:val="Normal"/>
    <w:next w:val="Normal"/>
    <w:rsid w:val="002A6179"/>
    <w:pPr>
      <w:spacing w:after="0"/>
    </w:pPr>
    <w:rPr>
      <w:rFonts w:ascii="Arial" w:hAnsi="Arial"/>
      <w:i/>
      <w:sz w:val="40"/>
      <w:szCs w:val="20"/>
    </w:rPr>
  </w:style>
  <w:style w:type="paragraph" w:styleId="ListParagraph">
    <w:name w:val="List Paragraph"/>
    <w:basedOn w:val="Normal"/>
    <w:uiPriority w:val="34"/>
    <w:qFormat/>
    <w:rsid w:val="00F66D9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B0E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2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groups\Business%20Development\Stationery%20&amp;%20Templates\Letterhead%20Template-W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 Template-WH</Template>
  <TotalTime>0</TotalTime>
  <Pages>1</Pages>
  <Words>255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Testa</dc:creator>
  <cp:lastModifiedBy>Davidson, Traci</cp:lastModifiedBy>
  <cp:revision>2</cp:revision>
  <cp:lastPrinted>2016-10-05T19:37:00Z</cp:lastPrinted>
  <dcterms:created xsi:type="dcterms:W3CDTF">2021-03-10T20:17:00Z</dcterms:created>
  <dcterms:modified xsi:type="dcterms:W3CDTF">2021-03-10T20:17:00Z</dcterms:modified>
</cp:coreProperties>
</file>